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49A5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65B295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4D24E1" w14:textId="608F6FB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76B01">
        <w:rPr>
          <w:rFonts w:ascii="Corbel" w:hAnsi="Corbel"/>
          <w:b/>
          <w:smallCaps/>
          <w:sz w:val="24"/>
          <w:szCs w:val="24"/>
        </w:rPr>
        <w:t>20</w:t>
      </w:r>
      <w:r w:rsidR="00C4502F">
        <w:rPr>
          <w:rFonts w:ascii="Corbel" w:hAnsi="Corbel"/>
          <w:b/>
          <w:smallCaps/>
          <w:sz w:val="24"/>
          <w:szCs w:val="24"/>
        </w:rPr>
        <w:t>19</w:t>
      </w:r>
      <w:r w:rsidR="00E76B01">
        <w:rPr>
          <w:rFonts w:ascii="Corbel" w:hAnsi="Corbel"/>
          <w:b/>
          <w:smallCaps/>
          <w:sz w:val="24"/>
          <w:szCs w:val="24"/>
        </w:rPr>
        <w:t>-202</w:t>
      </w:r>
      <w:r w:rsidR="00C4502F">
        <w:rPr>
          <w:rFonts w:ascii="Corbel" w:hAnsi="Corbel"/>
          <w:b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48C896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E802110" w14:textId="759612E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76B01">
        <w:rPr>
          <w:rFonts w:ascii="Corbel" w:hAnsi="Corbel"/>
          <w:sz w:val="20"/>
          <w:szCs w:val="20"/>
        </w:rPr>
        <w:t>20</w:t>
      </w:r>
      <w:r w:rsidR="000A2165">
        <w:rPr>
          <w:rFonts w:ascii="Corbel" w:hAnsi="Corbel"/>
          <w:sz w:val="20"/>
          <w:szCs w:val="20"/>
        </w:rPr>
        <w:t>2</w:t>
      </w:r>
      <w:r w:rsidR="00C4502F">
        <w:rPr>
          <w:rFonts w:ascii="Corbel" w:hAnsi="Corbel"/>
          <w:sz w:val="20"/>
          <w:szCs w:val="20"/>
        </w:rPr>
        <w:t>1</w:t>
      </w:r>
      <w:r w:rsidR="00E76B01">
        <w:rPr>
          <w:rFonts w:ascii="Corbel" w:hAnsi="Corbel"/>
          <w:sz w:val="20"/>
          <w:szCs w:val="20"/>
        </w:rPr>
        <w:t>-202</w:t>
      </w:r>
      <w:r w:rsidR="00C4502F">
        <w:rPr>
          <w:rFonts w:ascii="Corbel" w:hAnsi="Corbel"/>
          <w:sz w:val="20"/>
          <w:szCs w:val="20"/>
        </w:rPr>
        <w:t>2</w:t>
      </w:r>
    </w:p>
    <w:p w14:paraId="1481623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A0C38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637FE7" w14:textId="77777777" w:rsidTr="00B819C8">
        <w:tc>
          <w:tcPr>
            <w:tcW w:w="2694" w:type="dxa"/>
            <w:vAlign w:val="center"/>
          </w:tcPr>
          <w:p w14:paraId="2C7AB238" w14:textId="77777777" w:rsidR="0085747A" w:rsidRPr="00DA1C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13D872" w14:textId="77777777" w:rsidR="0085747A" w:rsidRPr="009C54AE" w:rsidRDefault="00E76B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 w środowisku wielokulturowym</w:t>
            </w:r>
          </w:p>
        </w:tc>
      </w:tr>
      <w:tr w:rsidR="005B432A" w:rsidRPr="009C54AE" w14:paraId="626F1A94" w14:textId="77777777" w:rsidTr="00B819C8">
        <w:tc>
          <w:tcPr>
            <w:tcW w:w="2694" w:type="dxa"/>
            <w:vAlign w:val="center"/>
          </w:tcPr>
          <w:p w14:paraId="122EAFBD" w14:textId="77777777" w:rsidR="005B432A" w:rsidRPr="00DA1C07" w:rsidRDefault="005B432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418B1F0" w14:textId="77777777" w:rsidR="005B432A" w:rsidRPr="009C54AE" w:rsidRDefault="005B432A" w:rsidP="008D5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P1S[5]F_0</w:t>
            </w:r>
            <w:r w:rsidR="008D56B4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5B432A" w:rsidRPr="009C54AE" w14:paraId="0DDCE06A" w14:textId="77777777" w:rsidTr="00B819C8">
        <w:tc>
          <w:tcPr>
            <w:tcW w:w="2694" w:type="dxa"/>
            <w:vAlign w:val="center"/>
          </w:tcPr>
          <w:p w14:paraId="5B5B8A2A" w14:textId="77777777" w:rsidR="005B432A" w:rsidRPr="00DA1C07" w:rsidRDefault="005B43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1D04466" w14:textId="77777777" w:rsidR="005B432A" w:rsidRPr="009C54AE" w:rsidRDefault="005B432A" w:rsidP="007B1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B432A" w:rsidRPr="009C54AE" w14:paraId="20FB1FD4" w14:textId="77777777" w:rsidTr="00B819C8">
        <w:tc>
          <w:tcPr>
            <w:tcW w:w="2694" w:type="dxa"/>
            <w:vAlign w:val="center"/>
          </w:tcPr>
          <w:p w14:paraId="6D99F070" w14:textId="77777777" w:rsidR="005B432A" w:rsidRPr="00DA1C07" w:rsidRDefault="005B432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A9DFCA" w14:textId="77777777" w:rsidR="005B432A" w:rsidRPr="009C54AE" w:rsidRDefault="005B432A" w:rsidP="007B1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B432A" w:rsidRPr="009C54AE" w14:paraId="2542683A" w14:textId="77777777" w:rsidTr="00B819C8">
        <w:tc>
          <w:tcPr>
            <w:tcW w:w="2694" w:type="dxa"/>
            <w:vAlign w:val="center"/>
          </w:tcPr>
          <w:p w14:paraId="5D00BA84" w14:textId="77777777" w:rsidR="005B432A" w:rsidRPr="00DA1C07" w:rsidRDefault="005B432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004421" w14:textId="77777777" w:rsidR="005B432A" w:rsidRPr="009C54AE" w:rsidRDefault="005B432A" w:rsidP="007B1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5B432A" w:rsidRPr="009C54AE" w14:paraId="433D9339" w14:textId="77777777" w:rsidTr="00B819C8">
        <w:tc>
          <w:tcPr>
            <w:tcW w:w="2694" w:type="dxa"/>
            <w:vAlign w:val="center"/>
          </w:tcPr>
          <w:p w14:paraId="7FA5426C" w14:textId="77777777" w:rsidR="005B432A" w:rsidRPr="00DA1C07" w:rsidRDefault="005B432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1F2308F" w14:textId="77777777" w:rsidR="005B432A" w:rsidRPr="009C54AE" w:rsidRDefault="005B432A" w:rsidP="007B1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5B432A" w:rsidRPr="009C54AE" w14:paraId="0B6F37E5" w14:textId="77777777" w:rsidTr="00B819C8">
        <w:tc>
          <w:tcPr>
            <w:tcW w:w="2694" w:type="dxa"/>
            <w:vAlign w:val="center"/>
          </w:tcPr>
          <w:p w14:paraId="2C45D12B" w14:textId="77777777" w:rsidR="005B432A" w:rsidRPr="00DA1C07" w:rsidRDefault="005B432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7638D7" w14:textId="77777777" w:rsidR="005B432A" w:rsidRPr="009C54AE" w:rsidRDefault="000C2F43" w:rsidP="007B1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B43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   </w:t>
            </w:r>
          </w:p>
        </w:tc>
      </w:tr>
      <w:tr w:rsidR="005B432A" w:rsidRPr="009C54AE" w14:paraId="297415E1" w14:textId="77777777" w:rsidTr="00B819C8">
        <w:tc>
          <w:tcPr>
            <w:tcW w:w="2694" w:type="dxa"/>
            <w:vAlign w:val="center"/>
          </w:tcPr>
          <w:p w14:paraId="44C010FA" w14:textId="77777777" w:rsidR="005B432A" w:rsidRPr="00DA1C07" w:rsidRDefault="005B432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5816EC" w14:textId="77777777" w:rsidR="005B432A" w:rsidRPr="009C54AE" w:rsidRDefault="005B432A" w:rsidP="007B1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B432A" w:rsidRPr="009C54AE" w14:paraId="085D99B4" w14:textId="77777777" w:rsidTr="00B819C8">
        <w:tc>
          <w:tcPr>
            <w:tcW w:w="2694" w:type="dxa"/>
            <w:vAlign w:val="center"/>
          </w:tcPr>
          <w:p w14:paraId="657830C7" w14:textId="77777777" w:rsidR="005B432A" w:rsidRPr="00DA1C07" w:rsidRDefault="005B432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EF42C8A" w14:textId="77777777" w:rsidR="005B432A" w:rsidRPr="009C54AE" w:rsidRDefault="005B432A" w:rsidP="007B1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3, semestr V</w:t>
            </w:r>
          </w:p>
        </w:tc>
      </w:tr>
      <w:tr w:rsidR="005B432A" w:rsidRPr="009C54AE" w14:paraId="3DC93244" w14:textId="77777777" w:rsidTr="00B819C8">
        <w:tc>
          <w:tcPr>
            <w:tcW w:w="2694" w:type="dxa"/>
            <w:vAlign w:val="center"/>
          </w:tcPr>
          <w:p w14:paraId="09DE53A1" w14:textId="77777777" w:rsidR="005B432A" w:rsidRPr="00DA1C07" w:rsidRDefault="005B432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3AF4AC" w14:textId="77777777" w:rsidR="005B432A" w:rsidRPr="009C54AE" w:rsidRDefault="000A2165" w:rsidP="007B1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5B432A" w:rsidRPr="009C54AE" w14:paraId="620DE85A" w14:textId="77777777" w:rsidTr="00B819C8">
        <w:tc>
          <w:tcPr>
            <w:tcW w:w="2694" w:type="dxa"/>
            <w:vAlign w:val="center"/>
          </w:tcPr>
          <w:p w14:paraId="6A9A34FD" w14:textId="77777777" w:rsidR="005B432A" w:rsidRPr="00DA1C07" w:rsidRDefault="005B432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EFC965" w14:textId="77777777" w:rsidR="005B432A" w:rsidRPr="009C54AE" w:rsidRDefault="005B432A" w:rsidP="007B1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5B432A" w:rsidRPr="009C54AE" w14:paraId="00943F22" w14:textId="77777777" w:rsidTr="00B819C8">
        <w:tc>
          <w:tcPr>
            <w:tcW w:w="2694" w:type="dxa"/>
            <w:vAlign w:val="center"/>
          </w:tcPr>
          <w:p w14:paraId="4A97BB88" w14:textId="77777777" w:rsidR="005B432A" w:rsidRPr="00DA1C07" w:rsidRDefault="005B432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A022D65" w14:textId="77777777" w:rsidR="005B432A" w:rsidRPr="009C54AE" w:rsidRDefault="005B432A" w:rsidP="007B1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  <w:tr w:rsidR="005B432A" w:rsidRPr="009C54AE" w14:paraId="40DB8618" w14:textId="77777777" w:rsidTr="00B819C8">
        <w:tc>
          <w:tcPr>
            <w:tcW w:w="2694" w:type="dxa"/>
            <w:vAlign w:val="center"/>
          </w:tcPr>
          <w:p w14:paraId="52469ABF" w14:textId="77777777" w:rsidR="005B432A" w:rsidRPr="00DA1C07" w:rsidRDefault="005B432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AB6F58" w14:textId="77777777" w:rsidR="005B432A" w:rsidRPr="009C54AE" w:rsidRDefault="005B432A" w:rsidP="007B1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</w:tbl>
    <w:p w14:paraId="40B41BC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899E7E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362372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9EA896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19CDDF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94D5" w14:textId="77777777" w:rsidR="00015B8F" w:rsidRPr="00DA1C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1C07">
              <w:rPr>
                <w:rFonts w:ascii="Corbel" w:hAnsi="Corbel"/>
                <w:szCs w:val="24"/>
              </w:rPr>
              <w:t>Semestr</w:t>
            </w:r>
          </w:p>
          <w:p w14:paraId="62A86361" w14:textId="77777777" w:rsidR="00015B8F" w:rsidRPr="00DA1C0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1C07">
              <w:rPr>
                <w:rFonts w:ascii="Corbel" w:hAnsi="Corbel"/>
                <w:szCs w:val="24"/>
              </w:rPr>
              <w:t>(</w:t>
            </w:r>
            <w:r w:rsidR="00363F78" w:rsidRPr="00DA1C0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95C53" w14:textId="77777777" w:rsidR="00015B8F" w:rsidRPr="00DA1C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A1C07">
              <w:rPr>
                <w:rFonts w:ascii="Corbel" w:hAnsi="Corbel"/>
                <w:szCs w:val="24"/>
              </w:rPr>
              <w:t>Wykł</w:t>
            </w:r>
            <w:proofErr w:type="spellEnd"/>
            <w:r w:rsidRPr="00DA1C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7BF0F" w14:textId="77777777" w:rsidR="00015B8F" w:rsidRPr="00DA1C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1C0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9734C" w14:textId="77777777" w:rsidR="00015B8F" w:rsidRPr="00DA1C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A1C07">
              <w:rPr>
                <w:rFonts w:ascii="Corbel" w:hAnsi="Corbel"/>
                <w:szCs w:val="24"/>
              </w:rPr>
              <w:t>Konw</w:t>
            </w:r>
            <w:proofErr w:type="spellEnd"/>
            <w:r w:rsidRPr="00DA1C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90412" w14:textId="77777777" w:rsidR="00015B8F" w:rsidRPr="00DA1C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1C0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E2219" w14:textId="77777777" w:rsidR="00015B8F" w:rsidRPr="00DA1C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A1C07">
              <w:rPr>
                <w:rFonts w:ascii="Corbel" w:hAnsi="Corbel"/>
                <w:szCs w:val="24"/>
              </w:rPr>
              <w:t>Sem</w:t>
            </w:r>
            <w:proofErr w:type="spellEnd"/>
            <w:r w:rsidRPr="00DA1C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EE0C9" w14:textId="77777777" w:rsidR="00015B8F" w:rsidRPr="00DA1C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1C0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278B3" w14:textId="77777777" w:rsidR="00015B8F" w:rsidRPr="00DA1C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A1C07">
              <w:rPr>
                <w:rFonts w:ascii="Corbel" w:hAnsi="Corbel"/>
                <w:szCs w:val="24"/>
              </w:rPr>
              <w:t>Prakt</w:t>
            </w:r>
            <w:proofErr w:type="spellEnd"/>
            <w:r w:rsidRPr="00DA1C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D6AA2" w14:textId="77777777" w:rsidR="00015B8F" w:rsidRPr="00DA1C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1C0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08936" w14:textId="77777777" w:rsidR="00015B8F" w:rsidRPr="00DA1C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A1C07">
              <w:rPr>
                <w:rFonts w:ascii="Corbel" w:hAnsi="Corbel"/>
                <w:b/>
                <w:szCs w:val="24"/>
              </w:rPr>
              <w:t>Liczba pkt</w:t>
            </w:r>
            <w:r w:rsidR="00B90885" w:rsidRPr="00DA1C07">
              <w:rPr>
                <w:rFonts w:ascii="Corbel" w:hAnsi="Corbel"/>
                <w:b/>
                <w:szCs w:val="24"/>
              </w:rPr>
              <w:t>.</w:t>
            </w:r>
            <w:r w:rsidRPr="00DA1C0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05A65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542B" w14:textId="77777777" w:rsidR="00015B8F" w:rsidRPr="009C54AE" w:rsidRDefault="006205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EB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D2E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CFF2B" w14:textId="77777777" w:rsidR="00015B8F" w:rsidRPr="009C54AE" w:rsidRDefault="00E76B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E8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540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949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9E4E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F35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D092B" w14:textId="77777777" w:rsidR="00015B8F" w:rsidRPr="009C54AE" w:rsidRDefault="00E76B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CB2AC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B34DF9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672B91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A3460C8" w14:textId="77777777" w:rsidR="0085747A" w:rsidRPr="009C54AE" w:rsidRDefault="00E76B0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71AB0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1BA10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21188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B69BCF" w14:textId="77777777" w:rsidR="00E960BB" w:rsidRDefault="00E76B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284007C" w14:textId="77777777" w:rsidR="008D56B4" w:rsidRDefault="008D56B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1355F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2BEED0" w14:textId="77777777" w:rsidTr="00745302">
        <w:tc>
          <w:tcPr>
            <w:tcW w:w="9670" w:type="dxa"/>
          </w:tcPr>
          <w:p w14:paraId="39D4AE35" w14:textId="77777777" w:rsidR="0085747A" w:rsidRPr="009C54AE" w:rsidRDefault="00E76B01" w:rsidP="00E76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mallCaps/>
                <w:szCs w:val="24"/>
              </w:rPr>
            </w:pPr>
            <w:r w:rsidRPr="00407A48">
              <w:rPr>
                <w:rFonts w:ascii="Corbel" w:hAnsi="Corbel"/>
                <w:b w:val="0"/>
                <w:sz w:val="24"/>
                <w:szCs w:val="24"/>
              </w:rPr>
              <w:t>Posiadanie wiedzy i umiejętności z zakresu pomocy społecznej i pracy socjalnej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407A48">
              <w:rPr>
                <w:rFonts w:ascii="Corbel" w:hAnsi="Corbel"/>
                <w:b w:val="0"/>
                <w:sz w:val="24"/>
                <w:szCs w:val="24"/>
              </w:rPr>
              <w:t>jak też ogólnej wiedzy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 zakresu polityki społecznej </w:t>
            </w:r>
            <w:r w:rsidRPr="00407A48">
              <w:rPr>
                <w:rFonts w:ascii="Corbel" w:hAnsi="Corbel"/>
                <w:b w:val="0"/>
                <w:sz w:val="24"/>
                <w:szCs w:val="24"/>
              </w:rPr>
              <w:t>oraz socjologii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37566F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FB3366" w14:textId="77777777" w:rsidR="008F4725" w:rsidRDefault="008F472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EF8F99" w14:textId="77777777" w:rsidR="008D56B4" w:rsidRDefault="008D56B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64954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EBED30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B37E0D" w14:textId="77777777" w:rsidR="00F83B28" w:rsidRPr="008D56B4" w:rsidRDefault="0071620A" w:rsidP="008D56B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662D9CC" w14:textId="77777777" w:rsidTr="00923D7D">
        <w:tc>
          <w:tcPr>
            <w:tcW w:w="851" w:type="dxa"/>
            <w:vAlign w:val="center"/>
          </w:tcPr>
          <w:p w14:paraId="25F79AE1" w14:textId="77777777" w:rsidR="0085747A" w:rsidRPr="00DA1C0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A1C0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6FD81A2" w14:textId="77777777" w:rsidR="0085747A" w:rsidRPr="00DA1C07" w:rsidRDefault="00141B7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posiada wiedzę na temat idei społeczeństwa wielokulturowego.</w:t>
            </w:r>
          </w:p>
        </w:tc>
      </w:tr>
      <w:tr w:rsidR="0085747A" w:rsidRPr="009C54AE" w14:paraId="65676714" w14:textId="77777777" w:rsidTr="00923D7D">
        <w:tc>
          <w:tcPr>
            <w:tcW w:w="851" w:type="dxa"/>
            <w:vAlign w:val="center"/>
          </w:tcPr>
          <w:p w14:paraId="794A5EEB" w14:textId="77777777" w:rsidR="0085747A" w:rsidRPr="00DA1C07" w:rsidRDefault="00141B7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5284838" w14:textId="77777777" w:rsidR="0085747A" w:rsidRPr="00DA1C07" w:rsidRDefault="00141B7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potrafi diagnozować problemy migracji i uchodźctwa w Polsce i w Europie.</w:t>
            </w:r>
          </w:p>
        </w:tc>
      </w:tr>
      <w:tr w:rsidR="0085747A" w:rsidRPr="009C54AE" w14:paraId="2D57B4F4" w14:textId="77777777" w:rsidTr="00923D7D">
        <w:tc>
          <w:tcPr>
            <w:tcW w:w="851" w:type="dxa"/>
            <w:vAlign w:val="center"/>
          </w:tcPr>
          <w:p w14:paraId="4AEA6932" w14:textId="77777777" w:rsidR="0085747A" w:rsidRPr="00DA1C0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A1C07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41B7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DD27177" w14:textId="77777777" w:rsidR="0085747A" w:rsidRPr="00DA1C07" w:rsidRDefault="00141B7E" w:rsidP="00141B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 ma wiedzę i umiejętności dotyczące metod i form pracy socjalnej z uchodźcami i imigrantami. </w:t>
            </w:r>
          </w:p>
        </w:tc>
      </w:tr>
      <w:tr w:rsidR="00141B7E" w:rsidRPr="009C54AE" w14:paraId="655634B0" w14:textId="77777777" w:rsidTr="00923D7D">
        <w:tc>
          <w:tcPr>
            <w:tcW w:w="851" w:type="dxa"/>
            <w:vAlign w:val="center"/>
          </w:tcPr>
          <w:p w14:paraId="18C5BC80" w14:textId="77777777" w:rsidR="00141B7E" w:rsidRPr="00DA1C07" w:rsidRDefault="00141B7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4DD3564" w14:textId="77777777" w:rsidR="00141B7E" w:rsidRDefault="00141B7E" w:rsidP="00141B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3DDC">
              <w:rPr>
                <w:rFonts w:ascii="Corbel" w:hAnsi="Corbel"/>
                <w:b w:val="0"/>
                <w:sz w:val="24"/>
                <w:szCs w:val="24"/>
              </w:rPr>
              <w:t xml:space="preserve">Student zna zadania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i kompetencje instytucji udzielających pomocy uchodźcom i imigrantom.</w:t>
            </w:r>
          </w:p>
        </w:tc>
      </w:tr>
    </w:tbl>
    <w:p w14:paraId="37302B6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DFE556D" w14:textId="77777777" w:rsidR="001D7B54" w:rsidRPr="009C54AE" w:rsidRDefault="009F4610" w:rsidP="008D56B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85747A" w:rsidRPr="009C54AE" w14:paraId="07BB3B36" w14:textId="77777777" w:rsidTr="008D56B4">
        <w:tc>
          <w:tcPr>
            <w:tcW w:w="1418" w:type="dxa"/>
            <w:vAlign w:val="center"/>
          </w:tcPr>
          <w:p w14:paraId="3120213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38A74D6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550CC5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C5B655F" w14:textId="77777777" w:rsidTr="008D56B4">
        <w:tc>
          <w:tcPr>
            <w:tcW w:w="1418" w:type="dxa"/>
          </w:tcPr>
          <w:p w14:paraId="34DB3C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59B7F7BC" w14:textId="77777777" w:rsidR="0085747A" w:rsidRPr="009C54AE" w:rsidRDefault="00100DD3" w:rsidP="00100D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Cs w:val="24"/>
              </w:rPr>
            </w:pPr>
            <w:r w:rsidRPr="00100DD3">
              <w:rPr>
                <w:rFonts w:ascii="Corbel" w:hAnsi="Corbel"/>
                <w:b w:val="0"/>
                <w:sz w:val="24"/>
                <w:szCs w:val="24"/>
              </w:rPr>
              <w:t>Student zna mechanizmy funkcjonowania człowieka w strukturach społecznych i instytucjach życia publicznego.</w:t>
            </w:r>
          </w:p>
        </w:tc>
        <w:tc>
          <w:tcPr>
            <w:tcW w:w="1873" w:type="dxa"/>
          </w:tcPr>
          <w:p w14:paraId="01A7C5C9" w14:textId="77777777" w:rsidR="0085747A" w:rsidRPr="009C54AE" w:rsidRDefault="00100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9C54AE" w14:paraId="684798C2" w14:textId="77777777" w:rsidTr="008D56B4">
        <w:tc>
          <w:tcPr>
            <w:tcW w:w="1418" w:type="dxa"/>
          </w:tcPr>
          <w:p w14:paraId="794CAD9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0DABD15C" w14:textId="77777777" w:rsidR="0085747A" w:rsidRPr="00411CE6" w:rsidRDefault="00100DD3" w:rsidP="00411CE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Cs w:val="24"/>
              </w:rPr>
            </w:pPr>
            <w:r w:rsidRPr="00411CE6">
              <w:rPr>
                <w:rFonts w:ascii="Corbel" w:hAnsi="Corbel"/>
                <w:b w:val="0"/>
                <w:sz w:val="24"/>
                <w:szCs w:val="24"/>
              </w:rPr>
              <w:t xml:space="preserve">Student ma wiedzę </w:t>
            </w:r>
            <w:r w:rsidR="00411CE6" w:rsidRPr="00411CE6">
              <w:rPr>
                <w:rFonts w:ascii="Corbel" w:hAnsi="Corbel"/>
                <w:b w:val="0"/>
                <w:sz w:val="24"/>
                <w:szCs w:val="24"/>
              </w:rPr>
              <w:t xml:space="preserve">na temat </w:t>
            </w:r>
            <w:r w:rsidR="00411CE6">
              <w:rPr>
                <w:rFonts w:ascii="Corbel" w:hAnsi="Corbel"/>
                <w:b w:val="0"/>
                <w:sz w:val="24"/>
                <w:szCs w:val="24"/>
              </w:rPr>
              <w:t>procesów</w:t>
            </w:r>
            <w:r w:rsidR="00411CE6" w:rsidRPr="00100DD3">
              <w:rPr>
                <w:rFonts w:ascii="Corbel" w:hAnsi="Corbel"/>
                <w:b w:val="0"/>
                <w:sz w:val="24"/>
                <w:szCs w:val="24"/>
              </w:rPr>
              <w:t xml:space="preserve"> przemian w obrębie systemów, instytucji i struktur społecznych oraz ich uwarunkowa</w:t>
            </w:r>
            <w:r w:rsidR="00411CE6">
              <w:rPr>
                <w:rFonts w:ascii="Corbel" w:hAnsi="Corbel"/>
                <w:b w:val="0"/>
                <w:sz w:val="24"/>
                <w:szCs w:val="24"/>
              </w:rPr>
              <w:t xml:space="preserve">ń </w:t>
            </w:r>
            <w:r w:rsidR="00411CE6" w:rsidRPr="00100DD3">
              <w:rPr>
                <w:rFonts w:ascii="Corbel" w:hAnsi="Corbel"/>
                <w:b w:val="0"/>
                <w:sz w:val="24"/>
                <w:szCs w:val="24"/>
              </w:rPr>
              <w:t>i skutk</w:t>
            </w:r>
            <w:r w:rsidR="00411CE6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411CE6" w:rsidRPr="00100DD3">
              <w:rPr>
                <w:rFonts w:ascii="Corbel" w:hAnsi="Corbel"/>
                <w:b w:val="0"/>
                <w:sz w:val="24"/>
                <w:szCs w:val="24"/>
              </w:rPr>
              <w:t>; proces</w:t>
            </w:r>
            <w:r w:rsidR="00411CE6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411CE6" w:rsidRPr="00100DD3">
              <w:rPr>
                <w:rFonts w:ascii="Corbel" w:hAnsi="Corbel"/>
                <w:b w:val="0"/>
                <w:sz w:val="24"/>
                <w:szCs w:val="24"/>
              </w:rPr>
              <w:t xml:space="preserve"> kształtowania się struktur i instytucji społecznych w tradycyjnych i współczesnych koncepcjach teoretycznych; struktur</w:t>
            </w:r>
            <w:r w:rsidR="00411CE6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411CE6" w:rsidRPr="00100DD3">
              <w:rPr>
                <w:rFonts w:ascii="Corbel" w:hAnsi="Corbel"/>
                <w:b w:val="0"/>
                <w:sz w:val="24"/>
                <w:szCs w:val="24"/>
              </w:rPr>
              <w:t xml:space="preserve"> i zakres</w:t>
            </w:r>
            <w:r w:rsidR="00411CE6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411CE6" w:rsidRPr="00100DD3">
              <w:rPr>
                <w:rFonts w:ascii="Corbel" w:hAnsi="Corbel"/>
                <w:b w:val="0"/>
                <w:sz w:val="24"/>
                <w:szCs w:val="24"/>
              </w:rPr>
              <w:t xml:space="preserve"> działania poszczególnych instytucji społecznych w wymiarze lokalnym</w:t>
            </w:r>
            <w:r w:rsidR="00411CE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38B7657" w14:textId="77777777" w:rsidR="0085747A" w:rsidRPr="009C54AE" w:rsidRDefault="00100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0DD3">
              <w:rPr>
                <w:rFonts w:ascii="Corbel" w:hAnsi="Corbel"/>
                <w:b w:val="0"/>
                <w:szCs w:val="24"/>
              </w:rPr>
              <w:t>K_W12</w:t>
            </w:r>
          </w:p>
        </w:tc>
      </w:tr>
      <w:tr w:rsidR="0085747A" w:rsidRPr="009C54AE" w14:paraId="29D54968" w14:textId="77777777" w:rsidTr="008D56B4">
        <w:tc>
          <w:tcPr>
            <w:tcW w:w="1418" w:type="dxa"/>
          </w:tcPr>
          <w:p w14:paraId="1DBC2A5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00DD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379" w:type="dxa"/>
          </w:tcPr>
          <w:p w14:paraId="56AFFEC0" w14:textId="77777777" w:rsidR="0085747A" w:rsidRPr="009C54AE" w:rsidRDefault="00411CE6" w:rsidP="00411CE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Cs w:val="24"/>
              </w:rPr>
            </w:pPr>
            <w:r w:rsidRPr="002E3214">
              <w:rPr>
                <w:rFonts w:ascii="Corbel" w:hAnsi="Corbel"/>
                <w:b w:val="0"/>
                <w:sz w:val="24"/>
                <w:szCs w:val="24"/>
              </w:rPr>
              <w:t>Student prawidłowo interpretuje zjawiska społeczne (kulturowe, polityczne, prawne, ekonomiczne) i wskazuje ich związek z problematyką pracy socjalnej;  prawidłowo rozróżnia zjawiska społeczne (kulturowe, polityczne, prawne, ekonomiczne) ważne dla procesów kształtujących problemy związywane z pracą socjalną.</w:t>
            </w:r>
          </w:p>
        </w:tc>
        <w:tc>
          <w:tcPr>
            <w:tcW w:w="1873" w:type="dxa"/>
          </w:tcPr>
          <w:p w14:paraId="38CCF4BA" w14:textId="77777777" w:rsidR="0085747A" w:rsidRPr="009C54AE" w:rsidRDefault="00100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0DD3">
              <w:rPr>
                <w:rFonts w:ascii="Corbel" w:hAnsi="Corbel"/>
                <w:b w:val="0"/>
                <w:szCs w:val="24"/>
              </w:rPr>
              <w:t xml:space="preserve"> K_U01</w:t>
            </w:r>
          </w:p>
        </w:tc>
      </w:tr>
      <w:tr w:rsidR="00100DD3" w:rsidRPr="009C54AE" w14:paraId="6FFFF0B6" w14:textId="77777777" w:rsidTr="008D56B4">
        <w:tc>
          <w:tcPr>
            <w:tcW w:w="1418" w:type="dxa"/>
          </w:tcPr>
          <w:p w14:paraId="766DD958" w14:textId="77777777" w:rsidR="00100DD3" w:rsidRPr="009C54AE" w:rsidRDefault="00100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379" w:type="dxa"/>
          </w:tcPr>
          <w:p w14:paraId="6F37F881" w14:textId="77777777" w:rsidR="00100DD3" w:rsidRPr="009C54AE" w:rsidRDefault="00411CE6" w:rsidP="00411CE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Cs w:val="24"/>
              </w:rPr>
            </w:pPr>
            <w:r w:rsidRPr="002E3214">
              <w:rPr>
                <w:rFonts w:ascii="Corbel" w:hAnsi="Corbel"/>
                <w:b w:val="0"/>
                <w:sz w:val="24"/>
                <w:szCs w:val="24"/>
              </w:rPr>
              <w:t>Student samodzielnie analizuje przyczyny i przebieg  ważnych dla wykonywania pracy socjalnej procesów i zjawisk społecznych (kulturowych, politycznych, prawnych, ekonomicznych); prognozuje procesy i zjawiska społeczne zachodzące w społeczeństwie i prowadzące do zagrożeń ubóstwem i wykluczeniem społecznym, wykorzystuje w sposób innowacyjny  metody i narzędzia stosowane w obszarze pracy socjalnej.</w:t>
            </w:r>
          </w:p>
        </w:tc>
        <w:tc>
          <w:tcPr>
            <w:tcW w:w="1873" w:type="dxa"/>
          </w:tcPr>
          <w:p w14:paraId="514570A9" w14:textId="77777777" w:rsidR="00100DD3" w:rsidRPr="009C54AE" w:rsidRDefault="00100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0DD3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100DD3" w:rsidRPr="009C54AE" w14:paraId="7FA2A066" w14:textId="77777777" w:rsidTr="008D56B4">
        <w:tc>
          <w:tcPr>
            <w:tcW w:w="1418" w:type="dxa"/>
          </w:tcPr>
          <w:p w14:paraId="48C276D8" w14:textId="77777777" w:rsidR="00100DD3" w:rsidRPr="009C54AE" w:rsidRDefault="00100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79" w:type="dxa"/>
          </w:tcPr>
          <w:p w14:paraId="675618B4" w14:textId="77777777" w:rsidR="00100DD3" w:rsidRPr="009C54AE" w:rsidRDefault="00411CE6" w:rsidP="00411CE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Cs w:val="24"/>
              </w:rPr>
            </w:pPr>
            <w:r w:rsidRPr="00411CE6">
              <w:rPr>
                <w:rFonts w:ascii="Corbel" w:hAnsi="Corbel"/>
                <w:b w:val="0"/>
                <w:sz w:val="24"/>
                <w:szCs w:val="24"/>
              </w:rPr>
              <w:t>Student samodzielnie analizować kulturowy dorobek człowieka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411CE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CFEA23B" w14:textId="77777777" w:rsidR="00100DD3" w:rsidRPr="009C54AE" w:rsidRDefault="00100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0DD3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100DD3" w:rsidRPr="009C54AE" w14:paraId="14912500" w14:textId="77777777" w:rsidTr="008D56B4">
        <w:tc>
          <w:tcPr>
            <w:tcW w:w="1418" w:type="dxa"/>
          </w:tcPr>
          <w:p w14:paraId="1CF069B6" w14:textId="77777777" w:rsidR="00100DD3" w:rsidRPr="009C54AE" w:rsidRDefault="00100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379" w:type="dxa"/>
          </w:tcPr>
          <w:p w14:paraId="4E1419F2" w14:textId="77777777" w:rsidR="00100DD3" w:rsidRPr="00411CE6" w:rsidRDefault="00411CE6" w:rsidP="00411C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C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Student jest przygotowany do uczestnictwa w grupach, organizacjach, instytucjach podejmujących działania socjalne i realizujących projekty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społeczne.</w:t>
            </w:r>
          </w:p>
        </w:tc>
        <w:tc>
          <w:tcPr>
            <w:tcW w:w="1873" w:type="dxa"/>
          </w:tcPr>
          <w:p w14:paraId="743446E8" w14:textId="77777777" w:rsidR="00100DD3" w:rsidRPr="009C54AE" w:rsidRDefault="00100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0DD3">
              <w:rPr>
                <w:rFonts w:ascii="Corbel" w:hAnsi="Corbel"/>
                <w:b w:val="0"/>
                <w:szCs w:val="24"/>
              </w:rPr>
              <w:t>K_K06</w:t>
            </w:r>
          </w:p>
        </w:tc>
      </w:tr>
      <w:tr w:rsidR="00100DD3" w:rsidRPr="009C54AE" w14:paraId="5DE34BB7" w14:textId="77777777" w:rsidTr="008D56B4">
        <w:tc>
          <w:tcPr>
            <w:tcW w:w="1418" w:type="dxa"/>
          </w:tcPr>
          <w:p w14:paraId="1F452813" w14:textId="77777777" w:rsidR="00100DD3" w:rsidRPr="009C54AE" w:rsidRDefault="00100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379" w:type="dxa"/>
          </w:tcPr>
          <w:p w14:paraId="3B1F27C9" w14:textId="77777777" w:rsidR="00100DD3" w:rsidRPr="00411CE6" w:rsidRDefault="00411C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C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Student posiada zdolność adaptacji i działania w sytuacjach trudnych oraz negocjowania stanowisk rozpoznając własne ograniczenia w pracy z innymi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35461D6A" w14:textId="77777777" w:rsidR="00100DD3" w:rsidRPr="009C54AE" w:rsidRDefault="00100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0DD3">
              <w:rPr>
                <w:rFonts w:ascii="Corbel" w:hAnsi="Corbel"/>
                <w:b w:val="0"/>
                <w:szCs w:val="24"/>
              </w:rPr>
              <w:t>K_K07</w:t>
            </w:r>
          </w:p>
        </w:tc>
      </w:tr>
    </w:tbl>
    <w:p w14:paraId="73DC8E02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F40DD75" w14:textId="77777777" w:rsidR="008D56B4" w:rsidRPr="009C54AE" w:rsidRDefault="008D56B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67CBFBA" w14:textId="77777777" w:rsidR="00675843" w:rsidRPr="008D56B4" w:rsidRDefault="0085747A" w:rsidP="008D56B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1B26F19" w14:textId="77777777" w:rsidTr="00923D7D">
        <w:tc>
          <w:tcPr>
            <w:tcW w:w="9639" w:type="dxa"/>
          </w:tcPr>
          <w:p w14:paraId="1AD3FD8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A3DBE1D" w14:textId="77777777" w:rsidTr="00923D7D">
        <w:tc>
          <w:tcPr>
            <w:tcW w:w="9639" w:type="dxa"/>
          </w:tcPr>
          <w:p w14:paraId="455CF55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DB3236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61B0C1" w14:textId="77777777" w:rsidR="0085747A" w:rsidRDefault="0085747A" w:rsidP="008D56B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C6DEDC" w14:textId="77777777" w:rsidR="008D56B4" w:rsidRPr="008D56B4" w:rsidRDefault="008D56B4" w:rsidP="008D56B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76B45B4" w14:textId="77777777" w:rsidTr="00923D7D">
        <w:tc>
          <w:tcPr>
            <w:tcW w:w="9639" w:type="dxa"/>
          </w:tcPr>
          <w:p w14:paraId="3A609CC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8D17263" w14:textId="77777777" w:rsidTr="00923D7D">
        <w:tc>
          <w:tcPr>
            <w:tcW w:w="9639" w:type="dxa"/>
          </w:tcPr>
          <w:p w14:paraId="595DC1D6" w14:textId="77777777" w:rsidR="009715BF" w:rsidRPr="00301008" w:rsidRDefault="009715BF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Wielokulturowość – ujęcie teoretyczne. Perspektywa konfliktu czy szansa</w:t>
            </w:r>
          </w:p>
          <w:p w14:paraId="7CE21876" w14:textId="77777777" w:rsidR="0085747A" w:rsidRPr="009C54AE" w:rsidRDefault="009715BF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koegzystencji?</w:t>
            </w:r>
          </w:p>
        </w:tc>
      </w:tr>
      <w:tr w:rsidR="0085747A" w:rsidRPr="009C54AE" w14:paraId="3530715A" w14:textId="77777777" w:rsidTr="00923D7D">
        <w:tc>
          <w:tcPr>
            <w:tcW w:w="9639" w:type="dxa"/>
          </w:tcPr>
          <w:p w14:paraId="661DFBD5" w14:textId="77777777" w:rsidR="00301008" w:rsidRPr="00301008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Kwestia migracyjna. Migracyjna polityka Unii Europejskiej i Polski – nowe trendy</w:t>
            </w:r>
          </w:p>
          <w:p w14:paraId="2752F93D" w14:textId="77777777" w:rsidR="0085747A" w:rsidRPr="009C54AE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w migracjach.</w:t>
            </w:r>
          </w:p>
        </w:tc>
      </w:tr>
      <w:tr w:rsidR="0085747A" w:rsidRPr="009C54AE" w14:paraId="30B8BE48" w14:textId="77777777" w:rsidTr="00923D7D">
        <w:tc>
          <w:tcPr>
            <w:tcW w:w="9639" w:type="dxa"/>
          </w:tcPr>
          <w:p w14:paraId="1E795B85" w14:textId="77777777" w:rsidR="0085747A" w:rsidRPr="009C54AE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Uchodźcy jako kategoria społeczna – Polska, Europa i świat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1008" w:rsidRPr="009C54AE" w14:paraId="5954AF94" w14:textId="77777777" w:rsidTr="00923D7D">
        <w:tc>
          <w:tcPr>
            <w:tcW w:w="9639" w:type="dxa"/>
          </w:tcPr>
          <w:p w14:paraId="3A689624" w14:textId="77777777" w:rsidR="00301008" w:rsidRPr="00301008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Nowa fala uchodźców w UE – wyzwania i sposoby adaptacji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1008" w:rsidRPr="009C54AE" w14:paraId="370DC019" w14:textId="77777777" w:rsidTr="00923D7D">
        <w:tc>
          <w:tcPr>
            <w:tcW w:w="9639" w:type="dxa"/>
          </w:tcPr>
          <w:p w14:paraId="20E0AC11" w14:textId="77777777" w:rsidR="00301008" w:rsidRPr="00301008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Prawa socjalne uchodźców i emigrantów (ustawodawstwo międzynarodowe,</w:t>
            </w:r>
          </w:p>
          <w:p w14:paraId="6635BFD8" w14:textId="77777777" w:rsidR="00301008" w:rsidRPr="009C54AE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unijne i polskie)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1008" w:rsidRPr="009C54AE" w14:paraId="1441CFB4" w14:textId="77777777" w:rsidTr="00923D7D">
        <w:tc>
          <w:tcPr>
            <w:tcW w:w="9639" w:type="dxa"/>
          </w:tcPr>
          <w:p w14:paraId="258F57E0" w14:textId="77777777" w:rsidR="00301008" w:rsidRPr="00301008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Podmioty działające w obszarze problematyki migracyjnej – podmioty</w:t>
            </w:r>
          </w:p>
          <w:p w14:paraId="072AE938" w14:textId="77777777" w:rsidR="00301008" w:rsidRPr="009C54AE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międzynarodowe, krajowe i pozarządowe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1008" w:rsidRPr="009C54AE" w14:paraId="4F2EEECC" w14:textId="77777777" w:rsidTr="00923D7D">
        <w:tc>
          <w:tcPr>
            <w:tcW w:w="9639" w:type="dxa"/>
          </w:tcPr>
          <w:p w14:paraId="3BC9F55F" w14:textId="77777777" w:rsidR="00301008" w:rsidRPr="00301008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Pomoc socjalna dla cudzoziemców ubiegających się o status uchodźcy.</w:t>
            </w:r>
          </w:p>
          <w:p w14:paraId="4DD71434" w14:textId="77777777" w:rsidR="00301008" w:rsidRPr="009C54AE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Integracja i adaptacja uchodźców w Polskim społeczeństwie.</w:t>
            </w:r>
          </w:p>
        </w:tc>
      </w:tr>
      <w:tr w:rsidR="00301008" w:rsidRPr="009C54AE" w14:paraId="3B07B141" w14:textId="77777777" w:rsidTr="00923D7D">
        <w:tc>
          <w:tcPr>
            <w:tcW w:w="9639" w:type="dxa"/>
          </w:tcPr>
          <w:p w14:paraId="568BF521" w14:textId="77777777" w:rsidR="00301008" w:rsidRPr="00301008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Edukacja cudzoziemców i uznawanie ich kwalifikacji. Wyzwania i problemy</w:t>
            </w:r>
          </w:p>
          <w:p w14:paraId="5247D7D7" w14:textId="77777777" w:rsidR="00301008" w:rsidRPr="00301008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towarzyszące pojawianiu się dzieci cudzoziem</w:t>
            </w:r>
            <w:r>
              <w:rPr>
                <w:rFonts w:ascii="Corbel" w:hAnsi="Corbel"/>
                <w:sz w:val="24"/>
                <w:szCs w:val="24"/>
              </w:rPr>
              <w:t xml:space="preserve">ców </w:t>
            </w:r>
            <w:r w:rsidRPr="00301008">
              <w:rPr>
                <w:rFonts w:ascii="Corbel" w:hAnsi="Corbel"/>
                <w:sz w:val="24"/>
                <w:szCs w:val="24"/>
              </w:rPr>
              <w:t>w polskich (i europejskich)</w:t>
            </w:r>
          </w:p>
          <w:p w14:paraId="29303FAE" w14:textId="77777777" w:rsidR="00301008" w:rsidRPr="009C54AE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szkołach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1008" w:rsidRPr="009C54AE" w14:paraId="63377F04" w14:textId="77777777" w:rsidTr="00923D7D">
        <w:tc>
          <w:tcPr>
            <w:tcW w:w="9639" w:type="dxa"/>
          </w:tcPr>
          <w:p w14:paraId="3127E98C" w14:textId="77777777" w:rsidR="00301008" w:rsidRPr="009C54AE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Społeczność Romska w Polsce – stygmatyzacja społeczna i świadczona pomoc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1008" w:rsidRPr="009C54AE" w14:paraId="12509FA8" w14:textId="77777777" w:rsidTr="00923D7D">
        <w:tc>
          <w:tcPr>
            <w:tcW w:w="9639" w:type="dxa"/>
          </w:tcPr>
          <w:p w14:paraId="6310B084" w14:textId="77777777" w:rsidR="00301008" w:rsidRPr="009C54AE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 xml:space="preserve">Adaptacja, asymilacja i izolacja </w:t>
            </w:r>
            <w:r>
              <w:rPr>
                <w:rFonts w:ascii="Corbel" w:hAnsi="Corbel"/>
                <w:sz w:val="24"/>
                <w:szCs w:val="24"/>
              </w:rPr>
              <w:t xml:space="preserve">cudzoziemców </w:t>
            </w:r>
            <w:r w:rsidRPr="00301008">
              <w:rPr>
                <w:rFonts w:ascii="Corbel" w:hAnsi="Corbel"/>
                <w:sz w:val="24"/>
                <w:szCs w:val="24"/>
              </w:rPr>
              <w:t>w Polsce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30100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01008" w:rsidRPr="009C54AE" w14:paraId="341DA214" w14:textId="77777777" w:rsidTr="00923D7D">
        <w:tc>
          <w:tcPr>
            <w:tcW w:w="9639" w:type="dxa"/>
          </w:tcPr>
          <w:p w14:paraId="3A09B27E" w14:textId="77777777" w:rsidR="00301008" w:rsidRPr="00301008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Postawy Polaków wobec cudzoziemców – przeszkoda czy pomoc w aklimatyzacji w</w:t>
            </w:r>
          </w:p>
          <w:p w14:paraId="21116A09" w14:textId="77777777" w:rsidR="00301008" w:rsidRPr="00301008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nowym środowisku?</w:t>
            </w:r>
          </w:p>
        </w:tc>
      </w:tr>
      <w:tr w:rsidR="00301008" w:rsidRPr="009C54AE" w14:paraId="71E45BA1" w14:textId="77777777" w:rsidTr="00923D7D">
        <w:tc>
          <w:tcPr>
            <w:tcW w:w="9639" w:type="dxa"/>
          </w:tcPr>
          <w:p w14:paraId="6FDFA5B1" w14:textId="77777777" w:rsidR="00301008" w:rsidRPr="009C54AE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Adaptacja repatriantów w Polsce.</w:t>
            </w:r>
          </w:p>
        </w:tc>
      </w:tr>
      <w:tr w:rsidR="00301008" w:rsidRPr="009C54AE" w14:paraId="5E609EC7" w14:textId="77777777" w:rsidTr="00923D7D">
        <w:tc>
          <w:tcPr>
            <w:tcW w:w="9639" w:type="dxa"/>
          </w:tcPr>
          <w:p w14:paraId="609C11B8" w14:textId="77777777" w:rsidR="00301008" w:rsidRPr="009C54AE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Świadczenia pomocy społecznej przysługujące cudzoziemcom w Polsce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1008" w:rsidRPr="009C54AE" w14:paraId="432064A9" w14:textId="77777777" w:rsidTr="00923D7D">
        <w:tc>
          <w:tcPr>
            <w:tcW w:w="9639" w:type="dxa"/>
          </w:tcPr>
          <w:p w14:paraId="3BB81774" w14:textId="77777777" w:rsidR="00301008" w:rsidRPr="00301008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Indywidualne Programy Integracyjne jako forma pracy z uchodźcami i</w:t>
            </w:r>
          </w:p>
          <w:p w14:paraId="20688AD8" w14:textId="77777777" w:rsidR="00301008" w:rsidRPr="00301008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cudzoziemcami. Założenia IPI, dane liczbowe, postępy w procesie integracji, rola</w:t>
            </w:r>
          </w:p>
          <w:p w14:paraId="65A341CE" w14:textId="77777777" w:rsidR="00301008" w:rsidRPr="009C54AE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pracownika socjalnego podczas realizacji IPI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1008" w:rsidRPr="009C54AE" w14:paraId="35F3B889" w14:textId="77777777" w:rsidTr="00923D7D">
        <w:tc>
          <w:tcPr>
            <w:tcW w:w="9639" w:type="dxa"/>
          </w:tcPr>
          <w:p w14:paraId="4CC285A7" w14:textId="77777777" w:rsidR="00301008" w:rsidRPr="00301008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Praca socjalna z uchodźcami i emigrantami w środowisku lokalnym. Metody i</w:t>
            </w:r>
          </w:p>
          <w:p w14:paraId="5D8E44D6" w14:textId="77777777" w:rsidR="00301008" w:rsidRPr="009C54AE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formy.</w:t>
            </w:r>
          </w:p>
        </w:tc>
      </w:tr>
    </w:tbl>
    <w:p w14:paraId="61FB1DB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B09773" w14:textId="77777777" w:rsidR="00301008" w:rsidRDefault="0030100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AF1509" w14:textId="77777777" w:rsidR="009715BF" w:rsidRDefault="009715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C6B04C" w14:textId="77777777" w:rsidR="0085747A" w:rsidRPr="009C54AE" w:rsidRDefault="009F4610" w:rsidP="008D56B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26605AA" w14:textId="77777777" w:rsidR="00E960BB" w:rsidRDefault="00D66160" w:rsidP="00D6616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Konwersatorium: w</w:t>
      </w:r>
      <w:r w:rsidRPr="00D877F0">
        <w:rPr>
          <w:rFonts w:ascii="Corbel" w:hAnsi="Corbel"/>
          <w:b w:val="0"/>
          <w:smallCaps w:val="0"/>
          <w:szCs w:val="24"/>
        </w:rPr>
        <w:t>ykład</w:t>
      </w:r>
      <w:r>
        <w:rPr>
          <w:rFonts w:ascii="Corbel" w:hAnsi="Corbel"/>
          <w:b w:val="0"/>
          <w:smallCaps w:val="0"/>
          <w:szCs w:val="24"/>
        </w:rPr>
        <w:t xml:space="preserve">: wykład z prezentacją multimedialną, analiza tekstów z dyskusją, praca w grupach (dyskusja). </w:t>
      </w:r>
    </w:p>
    <w:p w14:paraId="0EF40B2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5B7F3A" w14:textId="77777777" w:rsidR="008D56B4" w:rsidRDefault="008D56B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2C9B2E" w14:textId="77777777" w:rsidR="008D56B4" w:rsidRDefault="008D56B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49F5A6" w14:textId="77777777" w:rsidR="008D56B4" w:rsidRDefault="008D56B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61B525" w14:textId="77777777" w:rsidR="008D56B4" w:rsidRDefault="008D56B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6F5676" w14:textId="77777777" w:rsidR="008D56B4" w:rsidRDefault="008D56B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54B6D2" w14:textId="77777777" w:rsidR="008D56B4" w:rsidRDefault="008D56B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F67AD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5D3815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14D9E3" w14:textId="77777777" w:rsidR="0085747A" w:rsidRPr="008D56B4" w:rsidRDefault="0085747A" w:rsidP="008D56B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1C0AFA3" w14:textId="77777777" w:rsidTr="00C05F44">
        <w:tc>
          <w:tcPr>
            <w:tcW w:w="1985" w:type="dxa"/>
            <w:vAlign w:val="center"/>
          </w:tcPr>
          <w:p w14:paraId="30F7D50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EB40EE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ABEDC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ACE114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78F7A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45D343B" w14:textId="77777777" w:rsidTr="00C05F44">
        <w:tc>
          <w:tcPr>
            <w:tcW w:w="1985" w:type="dxa"/>
          </w:tcPr>
          <w:p w14:paraId="281EB305" w14:textId="77777777" w:rsidR="0085747A" w:rsidRPr="008D56B4" w:rsidRDefault="0085747A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D66160"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CC68023" w14:textId="77777777" w:rsidR="0085747A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62E96D5" w14:textId="77777777" w:rsidR="0085747A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</w:t>
            </w:r>
          </w:p>
        </w:tc>
      </w:tr>
      <w:tr w:rsidR="0085747A" w:rsidRPr="009C54AE" w14:paraId="2BDB759E" w14:textId="77777777" w:rsidTr="00C05F44">
        <w:tc>
          <w:tcPr>
            <w:tcW w:w="1985" w:type="dxa"/>
          </w:tcPr>
          <w:p w14:paraId="66A9A6E1" w14:textId="77777777" w:rsidR="0085747A" w:rsidRPr="008D56B4" w:rsidRDefault="0085747A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528" w:type="dxa"/>
          </w:tcPr>
          <w:p w14:paraId="1573F1B6" w14:textId="77777777" w:rsidR="0085747A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C0CA325" w14:textId="77777777" w:rsidR="0085747A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</w:t>
            </w:r>
          </w:p>
        </w:tc>
      </w:tr>
      <w:tr w:rsidR="00D66160" w:rsidRPr="009C54AE" w14:paraId="5B4DC313" w14:textId="77777777" w:rsidTr="00C05F44">
        <w:tc>
          <w:tcPr>
            <w:tcW w:w="1985" w:type="dxa"/>
          </w:tcPr>
          <w:p w14:paraId="1D3C0A90" w14:textId="77777777" w:rsidR="00D66160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03</w:t>
            </w:r>
          </w:p>
        </w:tc>
        <w:tc>
          <w:tcPr>
            <w:tcW w:w="5528" w:type="dxa"/>
          </w:tcPr>
          <w:p w14:paraId="236DF9D3" w14:textId="77777777" w:rsidR="00D66160" w:rsidRPr="008D56B4" w:rsidRDefault="002E7593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15E061" w14:textId="77777777" w:rsidR="00D66160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</w:t>
            </w:r>
          </w:p>
        </w:tc>
      </w:tr>
      <w:tr w:rsidR="00D66160" w:rsidRPr="009C54AE" w14:paraId="40CD9E07" w14:textId="77777777" w:rsidTr="00C05F44">
        <w:tc>
          <w:tcPr>
            <w:tcW w:w="1985" w:type="dxa"/>
          </w:tcPr>
          <w:p w14:paraId="5141A7F0" w14:textId="77777777" w:rsidR="00D66160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04</w:t>
            </w:r>
          </w:p>
        </w:tc>
        <w:tc>
          <w:tcPr>
            <w:tcW w:w="5528" w:type="dxa"/>
          </w:tcPr>
          <w:p w14:paraId="5ED47B93" w14:textId="77777777" w:rsidR="00D66160" w:rsidRPr="008D56B4" w:rsidRDefault="002E7593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895AAFE" w14:textId="77777777" w:rsidR="00D66160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</w:t>
            </w:r>
          </w:p>
        </w:tc>
      </w:tr>
      <w:tr w:rsidR="00D66160" w:rsidRPr="009C54AE" w14:paraId="347F5401" w14:textId="77777777" w:rsidTr="00C05F44">
        <w:tc>
          <w:tcPr>
            <w:tcW w:w="1985" w:type="dxa"/>
          </w:tcPr>
          <w:p w14:paraId="2B343E86" w14:textId="77777777" w:rsidR="00D66160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05</w:t>
            </w:r>
          </w:p>
        </w:tc>
        <w:tc>
          <w:tcPr>
            <w:tcW w:w="5528" w:type="dxa"/>
          </w:tcPr>
          <w:p w14:paraId="0E4F5534" w14:textId="77777777" w:rsidR="00D66160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4845A0D" w14:textId="77777777" w:rsidR="00D66160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</w:t>
            </w:r>
          </w:p>
        </w:tc>
      </w:tr>
      <w:tr w:rsidR="00D66160" w:rsidRPr="009C54AE" w14:paraId="2D78B8AC" w14:textId="77777777" w:rsidTr="00C05F44">
        <w:tc>
          <w:tcPr>
            <w:tcW w:w="1985" w:type="dxa"/>
          </w:tcPr>
          <w:p w14:paraId="13C67572" w14:textId="77777777" w:rsidR="00D66160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06</w:t>
            </w:r>
          </w:p>
        </w:tc>
        <w:tc>
          <w:tcPr>
            <w:tcW w:w="5528" w:type="dxa"/>
          </w:tcPr>
          <w:p w14:paraId="3F944A0A" w14:textId="77777777" w:rsidR="00D66160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6E9413E" w14:textId="77777777" w:rsidR="00D66160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</w:t>
            </w:r>
          </w:p>
        </w:tc>
      </w:tr>
      <w:tr w:rsidR="00D66160" w:rsidRPr="009C54AE" w14:paraId="66F4FFD1" w14:textId="77777777" w:rsidTr="00C05F44">
        <w:tc>
          <w:tcPr>
            <w:tcW w:w="1985" w:type="dxa"/>
          </w:tcPr>
          <w:p w14:paraId="0B516D76" w14:textId="77777777" w:rsidR="00D66160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07</w:t>
            </w:r>
          </w:p>
        </w:tc>
        <w:tc>
          <w:tcPr>
            <w:tcW w:w="5528" w:type="dxa"/>
          </w:tcPr>
          <w:p w14:paraId="4DE10C93" w14:textId="77777777" w:rsidR="00D66160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DAC52E5" w14:textId="77777777" w:rsidR="00D66160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</w:t>
            </w:r>
          </w:p>
        </w:tc>
      </w:tr>
    </w:tbl>
    <w:p w14:paraId="6006F2F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A3686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8E961F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0A4FF0" w14:textId="77777777" w:rsidTr="00923D7D">
        <w:tc>
          <w:tcPr>
            <w:tcW w:w="9670" w:type="dxa"/>
          </w:tcPr>
          <w:p w14:paraId="5C5FB75D" w14:textId="77777777" w:rsidR="0085747A" w:rsidRPr="009C54AE" w:rsidRDefault="008F4725" w:rsidP="00522C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Cs w:val="24"/>
              </w:rPr>
            </w:pPr>
            <w:r w:rsidRPr="008F4725">
              <w:rPr>
                <w:rFonts w:ascii="Corbel" w:hAnsi="Corbel"/>
                <w:sz w:val="24"/>
                <w:szCs w:val="24"/>
              </w:rPr>
              <w:t>Zaliczenie na pod</w:t>
            </w:r>
            <w:r>
              <w:rPr>
                <w:rFonts w:ascii="Corbel" w:hAnsi="Corbel"/>
                <w:sz w:val="24"/>
                <w:szCs w:val="24"/>
              </w:rPr>
              <w:t xml:space="preserve">stawie aktywności na zajęciach </w:t>
            </w:r>
            <w:r w:rsidRPr="008F4725">
              <w:rPr>
                <w:rFonts w:ascii="Corbel" w:hAnsi="Corbel"/>
                <w:sz w:val="24"/>
                <w:szCs w:val="24"/>
              </w:rPr>
              <w:t>i  w 60 proc. ocen</w:t>
            </w:r>
            <w:r w:rsidR="00522CE7">
              <w:rPr>
                <w:rFonts w:ascii="Corbel" w:hAnsi="Corbel"/>
                <w:sz w:val="24"/>
                <w:szCs w:val="24"/>
              </w:rPr>
              <w:t>a</w:t>
            </w:r>
            <w:r w:rsidRPr="008F4725">
              <w:rPr>
                <w:rFonts w:ascii="Corbel" w:hAnsi="Corbel"/>
                <w:sz w:val="24"/>
                <w:szCs w:val="24"/>
              </w:rPr>
              <w:t xml:space="preserve"> z kolokwium.</w:t>
            </w:r>
          </w:p>
        </w:tc>
      </w:tr>
    </w:tbl>
    <w:p w14:paraId="29A98C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7703F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8E0E1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BF31332" w14:textId="77777777" w:rsidTr="003E1941">
        <w:tc>
          <w:tcPr>
            <w:tcW w:w="4962" w:type="dxa"/>
            <w:vAlign w:val="center"/>
          </w:tcPr>
          <w:p w14:paraId="2631BE0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D54740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0667296" w14:textId="77777777" w:rsidTr="00923D7D">
        <w:tc>
          <w:tcPr>
            <w:tcW w:w="4962" w:type="dxa"/>
          </w:tcPr>
          <w:p w14:paraId="07342DE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D27885" w14:textId="77777777" w:rsidR="0085747A" w:rsidRPr="009C54AE" w:rsidRDefault="003A24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F742C55" w14:textId="77777777" w:rsidTr="00923D7D">
        <w:tc>
          <w:tcPr>
            <w:tcW w:w="4962" w:type="dxa"/>
          </w:tcPr>
          <w:p w14:paraId="5546D07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8B8354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DFD826" w14:textId="77777777" w:rsidR="00C61DC5" w:rsidRPr="009C54AE" w:rsidRDefault="003A24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0641D2C" w14:textId="77777777" w:rsidTr="00923D7D">
        <w:tc>
          <w:tcPr>
            <w:tcW w:w="4962" w:type="dxa"/>
          </w:tcPr>
          <w:p w14:paraId="66D57C8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71794C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EB427B5" w14:textId="77777777" w:rsidR="00C61DC5" w:rsidRPr="009C54AE" w:rsidRDefault="003A24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7808E5E" w14:textId="77777777" w:rsidTr="00923D7D">
        <w:tc>
          <w:tcPr>
            <w:tcW w:w="4962" w:type="dxa"/>
          </w:tcPr>
          <w:p w14:paraId="4BC019B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3A68D1E" w14:textId="77777777" w:rsidR="0085747A" w:rsidRPr="009C54AE" w:rsidRDefault="003A24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3E8A32C" w14:textId="77777777" w:rsidTr="00923D7D">
        <w:tc>
          <w:tcPr>
            <w:tcW w:w="4962" w:type="dxa"/>
          </w:tcPr>
          <w:p w14:paraId="29E27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001E630" w14:textId="77777777" w:rsidR="0085747A" w:rsidRPr="009C54AE" w:rsidRDefault="003A24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EC8797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BE8CA0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9C76A5" w14:textId="77777777" w:rsidR="0085747A" w:rsidRPr="009C54AE" w:rsidRDefault="0071620A" w:rsidP="00B802B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F10077A" w14:textId="77777777" w:rsidTr="0071620A">
        <w:trPr>
          <w:trHeight w:val="397"/>
        </w:trPr>
        <w:tc>
          <w:tcPr>
            <w:tcW w:w="3544" w:type="dxa"/>
          </w:tcPr>
          <w:p w14:paraId="59805F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DF56C1" w14:textId="77777777" w:rsidR="0085747A" w:rsidRPr="009C54AE" w:rsidRDefault="00B802B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71B2A8E5" w14:textId="77777777" w:rsidTr="0071620A">
        <w:trPr>
          <w:trHeight w:val="397"/>
        </w:trPr>
        <w:tc>
          <w:tcPr>
            <w:tcW w:w="3544" w:type="dxa"/>
          </w:tcPr>
          <w:p w14:paraId="74FB93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24C3C4F" w14:textId="77777777" w:rsidR="0085747A" w:rsidRPr="009C54AE" w:rsidRDefault="00B802B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6E063F5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B7F67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97B5A0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53EDF" w:rsidRPr="009C54AE" w14:paraId="6ABDA295" w14:textId="77777777" w:rsidTr="00FD7748">
        <w:trPr>
          <w:trHeight w:val="397"/>
        </w:trPr>
        <w:tc>
          <w:tcPr>
            <w:tcW w:w="9639" w:type="dxa"/>
          </w:tcPr>
          <w:p w14:paraId="5510D3DD" w14:textId="77777777" w:rsidR="00453EDF" w:rsidRPr="0080124D" w:rsidRDefault="00453EDF" w:rsidP="00FD77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0124D">
              <w:rPr>
                <w:rFonts w:ascii="Corbel" w:hAnsi="Corbel"/>
                <w:b w:val="0"/>
                <w:bCs/>
                <w:smallCaps w:val="0"/>
                <w:szCs w:val="24"/>
              </w:rPr>
              <w:t>Literatura podstawowa:</w:t>
            </w:r>
          </w:p>
          <w:p w14:paraId="019CA738" w14:textId="77777777" w:rsidR="00453EDF" w:rsidRPr="003A24A0" w:rsidRDefault="00453EDF" w:rsidP="00FD77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24A0">
              <w:rPr>
                <w:rFonts w:ascii="Corbel" w:hAnsi="Corbel"/>
                <w:b w:val="0"/>
                <w:smallCaps w:val="0"/>
                <w:szCs w:val="24"/>
              </w:rPr>
              <w:t>Balicki 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(2012).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migranci i uchodźcy w Unii Europejskiej: humanizacja polityki imigracyjnej i azylowej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80124D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80124D">
              <w:rPr>
                <w:rFonts w:ascii="Corbel" w:hAnsi="Corbel"/>
                <w:b w:val="0"/>
                <w:smallCaps w:val="0"/>
                <w:szCs w:val="24"/>
              </w:rPr>
              <w:t>Wydawnictwo Uniwersytetu Kardynała Stefana Wyszyńskiego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C7D254" w14:textId="77777777" w:rsidR="00453EDF" w:rsidRPr="003A24A0" w:rsidRDefault="00453EDF" w:rsidP="00FD77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24A0">
              <w:rPr>
                <w:rFonts w:ascii="Corbel" w:hAnsi="Corbel"/>
                <w:b w:val="0"/>
                <w:smallCaps w:val="0"/>
                <w:szCs w:val="24"/>
              </w:rPr>
              <w:t>Czapka 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(2006).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Stereotyp uchodźcy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 xml:space="preserve"> Olsztyn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0124D">
              <w:rPr>
                <w:rFonts w:ascii="Corbel" w:hAnsi="Corbel"/>
                <w:b w:val="0"/>
                <w:smallCaps w:val="0"/>
                <w:szCs w:val="24"/>
              </w:rPr>
              <w:t>Wydaw. Uniwersytetu Warmińsko-Mazurskiego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9DCC932" w14:textId="77777777" w:rsidR="00453EDF" w:rsidRDefault="00453EDF" w:rsidP="00FD77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24A0">
              <w:rPr>
                <w:rFonts w:ascii="Corbel" w:hAnsi="Corbel"/>
                <w:b w:val="0"/>
                <w:smallCaps w:val="0"/>
                <w:szCs w:val="24"/>
              </w:rPr>
              <w:t>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 xml:space="preserve">rniejewska I., </w:t>
            </w:r>
            <w:proofErr w:type="spellStart"/>
            <w:r w:rsidRPr="003A24A0">
              <w:rPr>
                <w:rFonts w:ascii="Corbel" w:hAnsi="Corbel"/>
                <w:b w:val="0"/>
                <w:smallCaps w:val="0"/>
                <w:szCs w:val="24"/>
              </w:rPr>
              <w:t>Main</w:t>
            </w:r>
            <w:proofErr w:type="spellEnd"/>
            <w:r w:rsidRPr="003A24A0">
              <w:rPr>
                <w:rFonts w:ascii="Corbel" w:hAnsi="Corbel"/>
                <w:b w:val="0"/>
                <w:smallCaps w:val="0"/>
                <w:szCs w:val="24"/>
              </w:rPr>
              <w:t xml:space="preserve"> I. (red.)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(2008).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Uchodźcy: teoria i praktyka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>Poznań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Jeden Świat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61F38BD" w14:textId="77777777" w:rsidR="00453EDF" w:rsidRPr="0080124D" w:rsidRDefault="00453EDF" w:rsidP="00FD77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A24A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Głąbicka</w:t>
            </w:r>
            <w:proofErr w:type="spellEnd"/>
            <w:r w:rsidRPr="003A24A0"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(2014).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Praca socjalna z uchodźcami, emigrantami w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środowisku lokalnym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Centrum Rozwoju Zasobów Ludzkich.</w:t>
            </w:r>
            <w:r w:rsidRPr="00801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0124D">
              <w:rPr>
                <w:rFonts w:ascii="Corbel" w:hAnsi="Corbel"/>
                <w:smallCaps w:val="0"/>
                <w:szCs w:val="24"/>
              </w:rPr>
              <w:fldChar w:fldCharType="begin"/>
            </w:r>
            <w:r w:rsidRPr="0080124D">
              <w:rPr>
                <w:rFonts w:ascii="Corbel" w:hAnsi="Corbel"/>
                <w:smallCaps w:val="0"/>
                <w:szCs w:val="24"/>
              </w:rPr>
              <w:instrText xml:space="preserve"> HYPERLINK "https://archiwum.mrips.gov.pl </w:instrText>
            </w:r>
          </w:p>
          <w:p w14:paraId="36D07FA1" w14:textId="77777777" w:rsidR="00453EDF" w:rsidRPr="0080124D" w:rsidRDefault="00453EDF" w:rsidP="00FD7748">
            <w:pPr>
              <w:pStyle w:val="Punktygwne"/>
              <w:jc w:val="both"/>
              <w:rPr>
                <w:rStyle w:val="Hipercze"/>
                <w:rFonts w:ascii="Corbel" w:hAnsi="Corbel"/>
                <w:smallCaps w:val="0"/>
                <w:szCs w:val="24"/>
              </w:rPr>
            </w:pPr>
            <w:r w:rsidRPr="0080124D">
              <w:rPr>
                <w:rFonts w:ascii="Corbel" w:hAnsi="Corbel"/>
                <w:smallCaps w:val="0"/>
                <w:szCs w:val="24"/>
              </w:rPr>
              <w:instrText xml:space="preserve">" </w:instrText>
            </w:r>
            <w:r w:rsidRPr="0080124D">
              <w:rPr>
                <w:rFonts w:ascii="Corbel" w:hAnsi="Corbel"/>
                <w:smallCaps w:val="0"/>
                <w:szCs w:val="24"/>
              </w:rPr>
              <w:fldChar w:fldCharType="separate"/>
            </w:r>
            <w:r w:rsidRPr="0080124D">
              <w:rPr>
                <w:rStyle w:val="Hipercze"/>
                <w:rFonts w:ascii="Corbel" w:hAnsi="Corbel"/>
                <w:smallCaps w:val="0"/>
                <w:szCs w:val="24"/>
              </w:rPr>
              <w:t>https://archiwum.mrips.gov.pl </w:t>
            </w:r>
          </w:p>
          <w:p w14:paraId="77BD1C93" w14:textId="77777777" w:rsidR="00453EDF" w:rsidRPr="003A24A0" w:rsidRDefault="00453EDF" w:rsidP="00FD77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24D">
              <w:rPr>
                <w:rFonts w:ascii="Corbel" w:hAnsi="Corbel"/>
                <w:smallCaps w:val="0"/>
                <w:szCs w:val="24"/>
              </w:rPr>
              <w:fldChar w:fldCharType="end"/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>Hrynkiewicz 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(2006).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Uchodźcy w Polsce – teoria a rzeczywistość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: na podstawie badań prowadzonych w Centralnym Ośrodku Recepcyjnym w Dębaku oraz w Urzędzie ds. Repatriacji i Cudzoziemców.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>Toruń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Adam Marszałek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CFE327B" w14:textId="77777777" w:rsidR="00453EDF" w:rsidRDefault="00453EDF" w:rsidP="00FD77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24A0">
              <w:rPr>
                <w:rFonts w:ascii="Corbel" w:hAnsi="Corbel"/>
                <w:b w:val="0"/>
                <w:smallCaps w:val="0"/>
                <w:szCs w:val="24"/>
              </w:rPr>
              <w:t>Lewowicki T., Różańska A.,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Piechniczek-Ogierman G. (2012).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F4725">
              <w:rPr>
                <w:rFonts w:ascii="Corbel" w:hAnsi="Corbel"/>
                <w:b w:val="0"/>
                <w:i/>
                <w:smallCaps w:val="0"/>
                <w:szCs w:val="24"/>
              </w:rPr>
              <w:t>Wielokulturowość i problemy edukacji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 xml:space="preserve"> Toruń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Adam Marszałek.</w:t>
            </w:r>
          </w:p>
          <w:p w14:paraId="2EE374EC" w14:textId="77777777" w:rsidR="00453EDF" w:rsidRPr="003A24A0" w:rsidRDefault="00453EDF" w:rsidP="00FD77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24A0">
              <w:rPr>
                <w:rFonts w:ascii="Corbel" w:hAnsi="Corbel"/>
                <w:b w:val="0"/>
                <w:smallCaps w:val="0"/>
                <w:szCs w:val="24"/>
              </w:rPr>
              <w:t>Nowicka E. (red.)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(2011).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Blaski i cienie imigracji. Problemy cudzoziemców w Polsce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 xml:space="preserve"> Warszaw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a:</w:t>
            </w:r>
            <w:r w:rsidRPr="0076283F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76283F">
              <w:rPr>
                <w:rFonts w:ascii="Corbel" w:hAnsi="Corbel"/>
                <w:b w:val="0"/>
                <w:smallCaps w:val="0"/>
                <w:szCs w:val="24"/>
              </w:rPr>
              <w:t>Wydawnictwa Uniwersytetu Warszawskiego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7094C36" w14:textId="77777777" w:rsidR="00453EDF" w:rsidRPr="009C54AE" w:rsidRDefault="00453EDF" w:rsidP="00FD77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Ś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>liż A., Szczepański M. S. (red.)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(2011).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Wielokulturowość: konflikt czy  koegzystencja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IFiS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PAN.</w:t>
            </w:r>
          </w:p>
        </w:tc>
      </w:tr>
    </w:tbl>
    <w:p w14:paraId="08132EB6" w14:textId="77777777" w:rsidR="00453EDF" w:rsidRDefault="00453EDF" w:rsidP="00453EDF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53EDF" w:rsidRPr="009C54AE" w14:paraId="71958F19" w14:textId="77777777" w:rsidTr="00FD7748">
        <w:trPr>
          <w:trHeight w:val="397"/>
        </w:trPr>
        <w:tc>
          <w:tcPr>
            <w:tcW w:w="9639" w:type="dxa"/>
          </w:tcPr>
          <w:p w14:paraId="62F3A3E7" w14:textId="77777777" w:rsidR="00453EDF" w:rsidRPr="00717B42" w:rsidRDefault="00453EDF" w:rsidP="00FD774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17B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14:paraId="37E3C011" w14:textId="77777777" w:rsidR="00453EDF" w:rsidRPr="005C14AC" w:rsidRDefault="00453EDF" w:rsidP="00FD77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14AC">
              <w:rPr>
                <w:rFonts w:ascii="Corbel" w:hAnsi="Corbel"/>
                <w:b w:val="0"/>
                <w:smallCaps w:val="0"/>
                <w:szCs w:val="24"/>
              </w:rPr>
              <w:t>Borowiak A., Szarota P. (red.)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(2004).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Tolerancja i wielokulturowość. Wyzwania XXI wie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k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u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Academica</w:t>
            </w:r>
            <w:proofErr w:type="spellEnd"/>
            <w:r w:rsidRPr="005C14A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74C1C46" w14:textId="77777777" w:rsidR="00453EDF" w:rsidRPr="005C14AC" w:rsidRDefault="00453EDF" w:rsidP="00FD77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14AC">
              <w:rPr>
                <w:rFonts w:ascii="Corbel" w:hAnsi="Corbel"/>
                <w:b w:val="0"/>
                <w:smallCaps w:val="0"/>
                <w:szCs w:val="24"/>
              </w:rPr>
              <w:t>Dyczewski L., K. Jurek (red.)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(2013).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Tożsamość w wielokulturowym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kontekście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 xml:space="preserve"> Lublin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Wydawnictwo KUL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DE589EF" w14:textId="77777777" w:rsidR="00453EDF" w:rsidRDefault="00453EDF" w:rsidP="00FD77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14AC">
              <w:rPr>
                <w:rFonts w:ascii="Corbel" w:hAnsi="Corbel"/>
                <w:b w:val="0"/>
                <w:smallCaps w:val="0"/>
                <w:szCs w:val="24"/>
              </w:rPr>
              <w:t>Horyń J., Maciejewski J. (red.)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(2011).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Społeczeństwo wielokulturowe wyzwaniem w pracy nauczyciela </w:t>
            </w:r>
            <w:proofErr w:type="spellStart"/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andragoga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 xml:space="preserve"> Wrocław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9D3ED9">
              <w:rPr>
                <w:rFonts w:ascii="Corbel" w:hAnsi="Corbel"/>
                <w:b w:val="0"/>
                <w:smallCaps w:val="0"/>
                <w:szCs w:val="24"/>
              </w:rPr>
              <w:t>Wydawnictwo Uniwersytetu Wrocławskiego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9E9943A" w14:textId="77777777" w:rsidR="00453EDF" w:rsidRPr="005C14AC" w:rsidRDefault="00453EDF" w:rsidP="00FD77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14AC">
              <w:rPr>
                <w:rFonts w:ascii="Corbel" w:hAnsi="Corbel"/>
                <w:b w:val="0"/>
                <w:smallCaps w:val="0"/>
                <w:szCs w:val="24"/>
              </w:rPr>
              <w:t>Hut P.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(2007).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Doświadczenia życiowe przed przybyciem do Polski osób ubiegających się o status uchodźcy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Aspra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-Jr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0E85F65" w14:textId="77777777" w:rsidR="00453EDF" w:rsidRPr="005C14AC" w:rsidRDefault="00453EDF" w:rsidP="00FD77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14AC">
              <w:rPr>
                <w:rFonts w:ascii="Corbel" w:hAnsi="Corbel"/>
                <w:b w:val="0"/>
                <w:smallCaps w:val="0"/>
                <w:szCs w:val="24"/>
              </w:rPr>
              <w:t>Jasińska-Kania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Łodziński S.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(2009).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Obszary i formy wykluczenia etnicznego w Polsce – mniejszości narodowe, imigranci, uchodźcy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Scholar. </w:t>
            </w:r>
          </w:p>
          <w:p w14:paraId="2DA075DE" w14:textId="77777777" w:rsidR="00453EDF" w:rsidRDefault="00453EDF" w:rsidP="00FD77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14AC">
              <w:rPr>
                <w:rFonts w:ascii="Corbel" w:hAnsi="Corbel"/>
                <w:b w:val="0"/>
                <w:smallCaps w:val="0"/>
                <w:szCs w:val="24"/>
              </w:rPr>
              <w:t>Królikowska J. (red.)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(2009).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8F4725">
              <w:rPr>
                <w:rFonts w:ascii="Corbel" w:hAnsi="Corbel"/>
                <w:b w:val="0"/>
                <w:i/>
                <w:smallCaps w:val="0"/>
                <w:szCs w:val="24"/>
              </w:rPr>
              <w:t>Integralnokulturowe</w:t>
            </w:r>
            <w:proofErr w:type="spellEnd"/>
            <w:r w:rsidRPr="008F472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badanie kontaktu kulturowego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: wybrane problemy społeczne i prawne.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9D3ED9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9D3ED9">
              <w:rPr>
                <w:rFonts w:ascii="Corbel" w:hAnsi="Corbel"/>
                <w:b w:val="0"/>
                <w:smallCaps w:val="0"/>
                <w:szCs w:val="24"/>
              </w:rPr>
              <w:t>Wydawnictwa Uniwersytetu Warszawskiego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FD686C2" w14:textId="77777777" w:rsidR="00453EDF" w:rsidRPr="009C54AE" w:rsidRDefault="00453EDF" w:rsidP="00FD77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5C14AC">
              <w:rPr>
                <w:rFonts w:ascii="Corbel" w:hAnsi="Corbel"/>
                <w:b w:val="0"/>
                <w:smallCaps w:val="0"/>
                <w:szCs w:val="24"/>
              </w:rPr>
              <w:t>Szerląg</w:t>
            </w:r>
            <w:proofErr w:type="spellEnd"/>
            <w:r w:rsidRPr="005C14AC">
              <w:rPr>
                <w:rFonts w:ascii="Corbel" w:hAnsi="Corbel"/>
                <w:b w:val="0"/>
                <w:smallCaps w:val="0"/>
                <w:szCs w:val="24"/>
              </w:rPr>
              <w:t xml:space="preserve"> A. (red.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). (2007).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Edukacja obywatelska w społeczeństwach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wielokulturowych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 xml:space="preserve"> Kraków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Impuls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3FCBAC2" w14:textId="77777777" w:rsidR="00453EDF" w:rsidRPr="000F4F8D" w:rsidRDefault="00453EDF" w:rsidP="00FD77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14AC">
              <w:rPr>
                <w:rFonts w:ascii="Corbel" w:hAnsi="Corbel"/>
                <w:b w:val="0"/>
                <w:smallCaps w:val="0"/>
                <w:szCs w:val="24"/>
              </w:rPr>
              <w:t>Śliż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(2009).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Wielokulturowość: iluzje czy rzeczywistość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? Socjologiczne studium przypadku na przykładzie Kongresu Polonii Kanadyjskiej.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 xml:space="preserve"> Opole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0F4F8D">
              <w:rPr>
                <w:rFonts w:ascii="Corbel" w:hAnsi="Corbel"/>
                <w:b w:val="0"/>
                <w:smallCaps w:val="0"/>
                <w:szCs w:val="24"/>
              </w:rPr>
              <w:t>Wydaw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nictwo</w:t>
            </w:r>
            <w:r w:rsidRPr="000F4F8D">
              <w:rPr>
                <w:rFonts w:ascii="Corbel" w:hAnsi="Corbel"/>
                <w:b w:val="0"/>
                <w:smallCaps w:val="0"/>
                <w:szCs w:val="24"/>
              </w:rPr>
              <w:t xml:space="preserve"> Uniwersytetu Opolskiego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</w:tbl>
    <w:p w14:paraId="2C39A5DF" w14:textId="77777777" w:rsidR="0085747A" w:rsidRPr="009C54AE" w:rsidRDefault="0085747A" w:rsidP="00453E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9D21F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79D672" w14:textId="77777777" w:rsidR="00A6258C" w:rsidRDefault="00A6258C" w:rsidP="00C16ABF">
      <w:pPr>
        <w:spacing w:after="0" w:line="240" w:lineRule="auto"/>
      </w:pPr>
      <w:r>
        <w:separator/>
      </w:r>
    </w:p>
  </w:endnote>
  <w:endnote w:type="continuationSeparator" w:id="0">
    <w:p w14:paraId="1F5F9C13" w14:textId="77777777" w:rsidR="00A6258C" w:rsidRDefault="00A625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325DA4" w14:textId="77777777" w:rsidR="00A6258C" w:rsidRDefault="00A6258C" w:rsidP="00C16ABF">
      <w:pPr>
        <w:spacing w:after="0" w:line="240" w:lineRule="auto"/>
      </w:pPr>
      <w:r>
        <w:separator/>
      </w:r>
    </w:p>
  </w:footnote>
  <w:footnote w:type="continuationSeparator" w:id="0">
    <w:p w14:paraId="10CA5E91" w14:textId="77777777" w:rsidR="00A6258C" w:rsidRDefault="00A6258C" w:rsidP="00C16ABF">
      <w:pPr>
        <w:spacing w:after="0" w:line="240" w:lineRule="auto"/>
      </w:pPr>
      <w:r>
        <w:continuationSeparator/>
      </w:r>
    </w:p>
  </w:footnote>
  <w:footnote w:id="1">
    <w:p w14:paraId="73F289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165"/>
    <w:rsid w:val="000A296F"/>
    <w:rsid w:val="000A2A28"/>
    <w:rsid w:val="000A3CDF"/>
    <w:rsid w:val="000B192D"/>
    <w:rsid w:val="000B28EE"/>
    <w:rsid w:val="000B3E37"/>
    <w:rsid w:val="000B75F3"/>
    <w:rsid w:val="000C2F43"/>
    <w:rsid w:val="000D04B0"/>
    <w:rsid w:val="000F1C57"/>
    <w:rsid w:val="000F5615"/>
    <w:rsid w:val="00100DD3"/>
    <w:rsid w:val="00124BFF"/>
    <w:rsid w:val="0012560E"/>
    <w:rsid w:val="00127108"/>
    <w:rsid w:val="00134B13"/>
    <w:rsid w:val="00141B7E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3E79"/>
    <w:rsid w:val="001D657B"/>
    <w:rsid w:val="001D7B54"/>
    <w:rsid w:val="001E0209"/>
    <w:rsid w:val="001F2CA2"/>
    <w:rsid w:val="002144C0"/>
    <w:rsid w:val="0022477D"/>
    <w:rsid w:val="002278A9"/>
    <w:rsid w:val="002336F9"/>
    <w:rsid w:val="00234D54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593"/>
    <w:rsid w:val="002F02A3"/>
    <w:rsid w:val="002F4ABE"/>
    <w:rsid w:val="00301008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8BA"/>
    <w:rsid w:val="003A0A5B"/>
    <w:rsid w:val="003A1176"/>
    <w:rsid w:val="003A24A0"/>
    <w:rsid w:val="003C0BAE"/>
    <w:rsid w:val="003D18A9"/>
    <w:rsid w:val="003D6CE2"/>
    <w:rsid w:val="003E1941"/>
    <w:rsid w:val="003E2FE6"/>
    <w:rsid w:val="003E49D5"/>
    <w:rsid w:val="003F205D"/>
    <w:rsid w:val="003F38C0"/>
    <w:rsid w:val="00411CE6"/>
    <w:rsid w:val="00414E3C"/>
    <w:rsid w:val="0042244A"/>
    <w:rsid w:val="0042745A"/>
    <w:rsid w:val="00431D5C"/>
    <w:rsid w:val="004362C6"/>
    <w:rsid w:val="00437FA2"/>
    <w:rsid w:val="00445970"/>
    <w:rsid w:val="00453EDF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CE7"/>
    <w:rsid w:val="00533D95"/>
    <w:rsid w:val="005363C4"/>
    <w:rsid w:val="00536BDE"/>
    <w:rsid w:val="00543ACC"/>
    <w:rsid w:val="0056696D"/>
    <w:rsid w:val="0059484D"/>
    <w:rsid w:val="005A0855"/>
    <w:rsid w:val="005A3196"/>
    <w:rsid w:val="005B432A"/>
    <w:rsid w:val="005C080F"/>
    <w:rsid w:val="005C14AC"/>
    <w:rsid w:val="005C55E5"/>
    <w:rsid w:val="005C696A"/>
    <w:rsid w:val="005E6E85"/>
    <w:rsid w:val="005F31D2"/>
    <w:rsid w:val="0061029B"/>
    <w:rsid w:val="00617230"/>
    <w:rsid w:val="00620530"/>
    <w:rsid w:val="00621CE1"/>
    <w:rsid w:val="00627FC9"/>
    <w:rsid w:val="00647FA8"/>
    <w:rsid w:val="00650C5F"/>
    <w:rsid w:val="00654934"/>
    <w:rsid w:val="00657FD5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CE2"/>
    <w:rsid w:val="007B3A8C"/>
    <w:rsid w:val="007C3299"/>
    <w:rsid w:val="007C3BCC"/>
    <w:rsid w:val="007C4546"/>
    <w:rsid w:val="007D6E56"/>
    <w:rsid w:val="007F4155"/>
    <w:rsid w:val="0081554D"/>
    <w:rsid w:val="0081707E"/>
    <w:rsid w:val="008449B3"/>
    <w:rsid w:val="00854E7B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6B4"/>
    <w:rsid w:val="008E64F4"/>
    <w:rsid w:val="008F12C9"/>
    <w:rsid w:val="008F4725"/>
    <w:rsid w:val="008F6E29"/>
    <w:rsid w:val="00916188"/>
    <w:rsid w:val="00923D7D"/>
    <w:rsid w:val="009508DF"/>
    <w:rsid w:val="00950DAC"/>
    <w:rsid w:val="00954A07"/>
    <w:rsid w:val="009715BF"/>
    <w:rsid w:val="00997F14"/>
    <w:rsid w:val="009A78D9"/>
    <w:rsid w:val="009C3E31"/>
    <w:rsid w:val="009C54AE"/>
    <w:rsid w:val="009C788E"/>
    <w:rsid w:val="009D3F3B"/>
    <w:rsid w:val="009E0543"/>
    <w:rsid w:val="009E3B41"/>
    <w:rsid w:val="009F34D5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8C"/>
    <w:rsid w:val="00A8270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2B4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502F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160"/>
    <w:rsid w:val="00D74119"/>
    <w:rsid w:val="00D76B65"/>
    <w:rsid w:val="00D8075B"/>
    <w:rsid w:val="00D8678B"/>
    <w:rsid w:val="00D91A94"/>
    <w:rsid w:val="00DA1C07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6B01"/>
    <w:rsid w:val="00E77E88"/>
    <w:rsid w:val="00E8107D"/>
    <w:rsid w:val="00E960BB"/>
    <w:rsid w:val="00EA2074"/>
    <w:rsid w:val="00EA4832"/>
    <w:rsid w:val="00EA4E9D"/>
    <w:rsid w:val="00EB485F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4850F"/>
  <w15:docId w15:val="{EF78AF59-AC79-43D6-8B66-88060E79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06BE4D-2354-4F7D-8092-E221F71D8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F956C4-FAD5-4C2C-A0D7-09024E63B30C}"/>
</file>

<file path=customXml/itemProps3.xml><?xml version="1.0" encoding="utf-8"?>
<ds:datastoreItem xmlns:ds="http://schemas.openxmlformats.org/officeDocument/2006/customXml" ds:itemID="{C1545928-615A-49E6-8CA7-51682FE07876}"/>
</file>

<file path=customXml/itemProps4.xml><?xml version="1.0" encoding="utf-8"?>
<ds:datastoreItem xmlns:ds="http://schemas.openxmlformats.org/officeDocument/2006/customXml" ds:itemID="{72474440-FF40-4E2E-B6B7-5A222FED720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1316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Prof. Gitling</cp:lastModifiedBy>
  <cp:revision>5</cp:revision>
  <cp:lastPrinted>2019-07-04T07:22:00Z</cp:lastPrinted>
  <dcterms:created xsi:type="dcterms:W3CDTF">2020-10-27T13:30:00Z</dcterms:created>
  <dcterms:modified xsi:type="dcterms:W3CDTF">2021-09-30T15:35:00Z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